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AE2622">
        <w:trPr>
          <w:trHeight w:val="596"/>
        </w:trPr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5904EF50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557362" w:rsidRPr="00557362">
              <w:rPr>
                <w:rStyle w:val="SITemporaryText-blue"/>
              </w:rPr>
              <w:t>X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7CB0640F" w:rsidR="00F1480E" w:rsidRPr="005404CB" w:rsidRDefault="00A3135C">
            <w:pPr>
              <w:pStyle w:val="SIUNITCODE"/>
            </w:pPr>
            <w:r>
              <w:t>AHCPER</w:t>
            </w:r>
            <w:r w:rsidR="005D0854">
              <w:t>3</w:t>
            </w:r>
            <w:r w:rsidR="00E82039">
              <w:t>X5</w:t>
            </w:r>
          </w:p>
        </w:tc>
        <w:tc>
          <w:tcPr>
            <w:tcW w:w="3604" w:type="pct"/>
            <w:shd w:val="clear" w:color="auto" w:fill="auto"/>
          </w:tcPr>
          <w:p w14:paraId="01D80964" w14:textId="72861A0D" w:rsidR="00F1480E" w:rsidRPr="005404CB" w:rsidRDefault="00B03253" w:rsidP="005404CB">
            <w:pPr>
              <w:pStyle w:val="SIUnittitle"/>
            </w:pPr>
            <w:r w:rsidRPr="00B03253">
              <w:t>Install structures for permaculture systems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CAE0A5" w14:textId="6E1A4DE6" w:rsidR="00695F57" w:rsidRPr="00695F57" w:rsidRDefault="00695F57" w:rsidP="00695F57">
            <w:r w:rsidRPr="00695F57">
              <w:t>This unit of competency describes the skills and knowledge required to</w:t>
            </w:r>
            <w:r w:rsidR="00243512">
              <w:t xml:space="preserve"> interpret and follow plans to build and </w:t>
            </w:r>
            <w:r w:rsidRPr="00695F57">
              <w:t>install permaculture structures and features</w:t>
            </w:r>
            <w:r w:rsidR="00243512">
              <w:t xml:space="preserve"> for a permaculture system</w:t>
            </w:r>
            <w:r w:rsidRPr="00695F57">
              <w:t>.</w:t>
            </w:r>
          </w:p>
          <w:p w14:paraId="2596F660" w14:textId="77777777" w:rsidR="00695F57" w:rsidRPr="00695F57" w:rsidRDefault="00695F57" w:rsidP="00695F57"/>
          <w:p w14:paraId="2B767E3E" w14:textId="5873E1A8" w:rsidR="00695F57" w:rsidRPr="00695F57" w:rsidRDefault="00A331D9" w:rsidP="00695F57">
            <w:r>
              <w:t>The</w:t>
            </w:r>
            <w:r w:rsidRPr="00695F57">
              <w:t xml:space="preserve"> </w:t>
            </w:r>
            <w:r w:rsidR="00695F57" w:rsidRPr="00695F57">
              <w:t xml:space="preserve">unit applies to individuals who take responsibility for their own work and for the quality of the work of others. They use discretion and judgement in the selection, </w:t>
            </w:r>
            <w:proofErr w:type="gramStart"/>
            <w:r w:rsidR="00695F57" w:rsidRPr="00695F57">
              <w:t>allocation</w:t>
            </w:r>
            <w:proofErr w:type="gramEnd"/>
            <w:r w:rsidR="00695F57" w:rsidRPr="00695F57">
              <w:t xml:space="preserve"> and use of available resources.</w:t>
            </w:r>
          </w:p>
          <w:p w14:paraId="7BD5E14B" w14:textId="77777777" w:rsidR="00695F57" w:rsidRPr="00695F57" w:rsidRDefault="00695F57" w:rsidP="00695F57"/>
          <w:p w14:paraId="22C15BCD" w14:textId="7C7C6DDC" w:rsidR="00373436" w:rsidRPr="000754EC" w:rsidRDefault="00695F57" w:rsidP="00EE19F0">
            <w:pPr>
              <w:pStyle w:val="SIText"/>
            </w:pPr>
            <w:r w:rsidRPr="00695F57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95F57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645176F" w:rsidR="00695F57" w:rsidRPr="00695F57" w:rsidRDefault="00695F57" w:rsidP="00695F57">
            <w:pPr>
              <w:pStyle w:val="SIText"/>
            </w:pPr>
            <w:r w:rsidRPr="00695F57">
              <w:t>1. Plan and prepare for structural work</w:t>
            </w:r>
          </w:p>
        </w:tc>
        <w:tc>
          <w:tcPr>
            <w:tcW w:w="3604" w:type="pct"/>
            <w:shd w:val="clear" w:color="auto" w:fill="auto"/>
          </w:tcPr>
          <w:p w14:paraId="2EA17E74" w14:textId="3BA54007" w:rsidR="00695F57" w:rsidRDefault="00695F57" w:rsidP="00695F57">
            <w:r w:rsidRPr="00695F57">
              <w:t xml:space="preserve">1.1 Interpret plans and </w:t>
            </w:r>
            <w:r w:rsidR="00EE19F0">
              <w:t>verify</w:t>
            </w:r>
            <w:r w:rsidR="00EE19F0" w:rsidRPr="00695F57">
              <w:t xml:space="preserve"> </w:t>
            </w:r>
            <w:r w:rsidRPr="00695F57">
              <w:t xml:space="preserve">specifications with </w:t>
            </w:r>
            <w:r w:rsidR="00EE19F0">
              <w:t>stakeholder</w:t>
            </w:r>
          </w:p>
          <w:p w14:paraId="78406CEF" w14:textId="58DA7704" w:rsidR="00B57309" w:rsidRPr="00695F57" w:rsidRDefault="00B57309" w:rsidP="00695F57">
            <w:r>
              <w:t>1.2 Confirm construction method and resource requirements with stakeholder</w:t>
            </w:r>
          </w:p>
          <w:p w14:paraId="11B8AB7D" w14:textId="4D96161F" w:rsidR="004C43DC" w:rsidRDefault="00695F57" w:rsidP="00695F57">
            <w:r w:rsidRPr="00695F57">
              <w:t>1.</w:t>
            </w:r>
            <w:r w:rsidR="00B57309">
              <w:t>3</w:t>
            </w:r>
            <w:r w:rsidRPr="00695F57">
              <w:t xml:space="preserve"> </w:t>
            </w:r>
            <w:r w:rsidR="004C43DC">
              <w:t>Verify compliance with regulatory requirements according to workplace procedures</w:t>
            </w:r>
          </w:p>
          <w:p w14:paraId="047CFB51" w14:textId="704483A2" w:rsidR="00695F57" w:rsidRDefault="004C43DC" w:rsidP="00695F57">
            <w:r>
              <w:t>1.</w:t>
            </w:r>
            <w:r w:rsidR="00B57309">
              <w:t>4</w:t>
            </w:r>
            <w:r>
              <w:t xml:space="preserve"> </w:t>
            </w:r>
            <w:r w:rsidR="008B0604">
              <w:t>Identify</w:t>
            </w:r>
            <w:r w:rsidR="008B0604" w:rsidRPr="00695F57">
              <w:t xml:space="preserve"> </w:t>
            </w:r>
            <w:r w:rsidR="00695F57" w:rsidRPr="00695F57">
              <w:t xml:space="preserve">quantity and quality of materials </w:t>
            </w:r>
            <w:r w:rsidR="00B57309">
              <w:t>from</w:t>
            </w:r>
            <w:r w:rsidR="00EE19F0">
              <w:t xml:space="preserve"> </w:t>
            </w:r>
            <w:r w:rsidR="00695F57" w:rsidRPr="00695F57">
              <w:t>design drawings and specifications</w:t>
            </w:r>
          </w:p>
          <w:p w14:paraId="70153F01" w14:textId="7769F961" w:rsidR="0050652D" w:rsidRDefault="0050652D" w:rsidP="00695F57">
            <w:r>
              <w:t>1.</w:t>
            </w:r>
            <w:r w:rsidR="00B57309">
              <w:t>5</w:t>
            </w:r>
            <w:r>
              <w:t xml:space="preserve"> Check and dress reclaimed materials </w:t>
            </w:r>
            <w:r w:rsidR="008B0604">
              <w:t xml:space="preserve">to comply with </w:t>
            </w:r>
            <w:r>
              <w:t>specifications</w:t>
            </w:r>
          </w:p>
          <w:p w14:paraId="20CDB709" w14:textId="4FA9505E" w:rsidR="008B0604" w:rsidRDefault="008B0604" w:rsidP="00695F57">
            <w:r>
              <w:t>1.</w:t>
            </w:r>
            <w:r w:rsidR="00B57309">
              <w:t>6</w:t>
            </w:r>
            <w:r>
              <w:t xml:space="preserve"> Check size and quality of supplied materials against specifications</w:t>
            </w:r>
          </w:p>
          <w:p w14:paraId="54BE3AEC" w14:textId="3024B6B2" w:rsidR="008B0604" w:rsidRPr="00695F57" w:rsidRDefault="004C43DC" w:rsidP="00695F57">
            <w:r>
              <w:t>1.</w:t>
            </w:r>
            <w:r w:rsidR="00B57309">
              <w:t>7</w:t>
            </w:r>
            <w:r w:rsidR="008B0604">
              <w:t xml:space="preserve"> Report or replace substandard materials according to workplace procedures</w:t>
            </w:r>
          </w:p>
          <w:p w14:paraId="49C1F75D" w14:textId="72FF865F" w:rsidR="00695F57" w:rsidRPr="00695F57" w:rsidRDefault="00695F57" w:rsidP="00695F57">
            <w:r w:rsidRPr="00695F57">
              <w:t>1.</w:t>
            </w:r>
            <w:r w:rsidR="00B57309">
              <w:t>8</w:t>
            </w:r>
            <w:r w:rsidRPr="00695F57">
              <w:t xml:space="preserve"> Select</w:t>
            </w:r>
            <w:r w:rsidR="00EE19F0">
              <w:t xml:space="preserve">, </w:t>
            </w:r>
            <w:proofErr w:type="gramStart"/>
            <w:r w:rsidRPr="00695F57">
              <w:t>check</w:t>
            </w:r>
            <w:proofErr w:type="gramEnd"/>
            <w:r w:rsidRPr="00695F57">
              <w:t xml:space="preserve"> </w:t>
            </w:r>
            <w:r w:rsidR="00EE19F0">
              <w:t xml:space="preserve">and prepare </w:t>
            </w:r>
            <w:r w:rsidRPr="00695F57">
              <w:t>tools and equipment</w:t>
            </w:r>
            <w:r w:rsidR="008B0604">
              <w:t xml:space="preserve"> for construct work</w:t>
            </w:r>
          </w:p>
          <w:p w14:paraId="4B044429" w14:textId="6645D08B" w:rsidR="00695F57" w:rsidRPr="00695F57" w:rsidRDefault="00695F57" w:rsidP="00EE19F0">
            <w:r w:rsidRPr="00695F57">
              <w:t>1.</w:t>
            </w:r>
            <w:r w:rsidR="00B57309">
              <w:t>9</w:t>
            </w:r>
            <w:r w:rsidRPr="00695F57">
              <w:t xml:space="preserve"> Identify health and safety hazards, assess risk, implement controls</w:t>
            </w:r>
            <w:r w:rsidR="00EE19F0">
              <w:t xml:space="preserve"> according to workplace health, </w:t>
            </w:r>
            <w:proofErr w:type="gramStart"/>
            <w:r w:rsidR="00EE19F0">
              <w:t>safety</w:t>
            </w:r>
            <w:proofErr w:type="gramEnd"/>
            <w:r w:rsidR="00EE19F0">
              <w:t xml:space="preserve"> and environmental procedures</w:t>
            </w:r>
          </w:p>
        </w:tc>
      </w:tr>
      <w:tr w:rsidR="00695F57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F5E47DA" w:rsidR="00695F57" w:rsidRPr="00695F57" w:rsidRDefault="00695F57">
            <w:pPr>
              <w:pStyle w:val="SIText"/>
            </w:pPr>
            <w:r w:rsidRPr="00695F57">
              <w:t>2. Set out the site for structure</w:t>
            </w:r>
          </w:p>
        </w:tc>
        <w:tc>
          <w:tcPr>
            <w:tcW w:w="3604" w:type="pct"/>
            <w:shd w:val="clear" w:color="auto" w:fill="auto"/>
          </w:tcPr>
          <w:p w14:paraId="63DAADD6" w14:textId="6FF18482" w:rsidR="00695F57" w:rsidRDefault="00695F57" w:rsidP="00695F57">
            <w:r w:rsidRPr="00695F57">
              <w:t xml:space="preserve">2.1 Determine location of </w:t>
            </w:r>
            <w:r w:rsidR="0050652D">
              <w:t xml:space="preserve">underground and overhead </w:t>
            </w:r>
            <w:r w:rsidRPr="00695F57">
              <w:t xml:space="preserve">services from site plans and </w:t>
            </w:r>
            <w:r w:rsidR="0050652D">
              <w:t>observation</w:t>
            </w:r>
            <w:r w:rsidR="008B0604">
              <w:t>s</w:t>
            </w:r>
          </w:p>
          <w:p w14:paraId="17F12603" w14:textId="3143889D" w:rsidR="0050652D" w:rsidRPr="00695F57" w:rsidRDefault="0050652D" w:rsidP="00695F57">
            <w:r>
              <w:t>2.2 Implement procedures to protect services from damage</w:t>
            </w:r>
          </w:p>
          <w:p w14:paraId="574BE759" w14:textId="2C6821D0" w:rsidR="00695F57" w:rsidRPr="00695F57" w:rsidRDefault="00695F57" w:rsidP="00695F57">
            <w:r w:rsidRPr="00695F57">
              <w:t>2.</w:t>
            </w:r>
            <w:r w:rsidR="0050652D">
              <w:t>3</w:t>
            </w:r>
            <w:r w:rsidRPr="00695F57">
              <w:t xml:space="preserve"> </w:t>
            </w:r>
            <w:r w:rsidR="000F5ECC">
              <w:t xml:space="preserve">Survey, </w:t>
            </w:r>
            <w:r w:rsidR="00EE19F0">
              <w:t xml:space="preserve">locate </w:t>
            </w:r>
            <w:r w:rsidR="000F5ECC">
              <w:t xml:space="preserve">and mark </w:t>
            </w:r>
            <w:r w:rsidRPr="00695F57">
              <w:t xml:space="preserve">position of structure </w:t>
            </w:r>
            <w:r w:rsidR="00EE19F0">
              <w:t xml:space="preserve">according to </w:t>
            </w:r>
            <w:r w:rsidRPr="00695F57">
              <w:t xml:space="preserve">design </w:t>
            </w:r>
            <w:r w:rsidR="000F5ECC">
              <w:t>plans</w:t>
            </w:r>
          </w:p>
          <w:p w14:paraId="4AA30F3B" w14:textId="56B709FE" w:rsidR="00695F57" w:rsidRDefault="00695F57" w:rsidP="00EE19F0">
            <w:pPr>
              <w:pStyle w:val="SIText"/>
            </w:pPr>
            <w:r w:rsidRPr="00695F57">
              <w:t>2.</w:t>
            </w:r>
            <w:r w:rsidR="0050652D">
              <w:t>4</w:t>
            </w:r>
            <w:r w:rsidRPr="00695F57">
              <w:t xml:space="preserve"> </w:t>
            </w:r>
            <w:r w:rsidR="00EE19F0">
              <w:t xml:space="preserve">Undertake </w:t>
            </w:r>
            <w:r w:rsidR="0050652D">
              <w:t>e</w:t>
            </w:r>
            <w:r w:rsidRPr="00695F57">
              <w:t>xcavat</w:t>
            </w:r>
            <w:r w:rsidR="0050652D">
              <w:t xml:space="preserve">ion works according </w:t>
            </w:r>
            <w:r w:rsidRPr="00695F57">
              <w:t xml:space="preserve">to </w:t>
            </w:r>
            <w:r w:rsidR="0050652D">
              <w:t xml:space="preserve">design </w:t>
            </w:r>
            <w:r w:rsidR="00031992">
              <w:t>specifications</w:t>
            </w:r>
          </w:p>
          <w:p w14:paraId="2B00249F" w14:textId="16669074" w:rsidR="0050652D" w:rsidRPr="00695F57" w:rsidRDefault="0050652D">
            <w:pPr>
              <w:pStyle w:val="SIText"/>
            </w:pPr>
            <w:r>
              <w:t>2.5 Stockpile and prepare excavated material</w:t>
            </w:r>
          </w:p>
        </w:tc>
      </w:tr>
      <w:tr w:rsidR="00695F57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7BE90336" w:rsidR="00695F57" w:rsidRPr="00695F57" w:rsidRDefault="00695F57">
            <w:pPr>
              <w:pStyle w:val="SIText"/>
            </w:pPr>
            <w:r w:rsidRPr="00695F57">
              <w:t xml:space="preserve">3. Prepare </w:t>
            </w:r>
            <w:r w:rsidR="00E16E1E">
              <w:t xml:space="preserve">construction </w:t>
            </w:r>
            <w:r w:rsidRPr="00695F57">
              <w:t>materials</w:t>
            </w:r>
            <w:r w:rsidR="0050652D">
              <w:t xml:space="preserve"> </w:t>
            </w:r>
            <w:r w:rsidR="00E16E1E">
              <w:t>ready for assembly</w:t>
            </w:r>
          </w:p>
        </w:tc>
        <w:tc>
          <w:tcPr>
            <w:tcW w:w="3604" w:type="pct"/>
            <w:shd w:val="clear" w:color="auto" w:fill="auto"/>
          </w:tcPr>
          <w:p w14:paraId="7E7DA388" w14:textId="5F954948" w:rsidR="00695F57" w:rsidRDefault="00695F57" w:rsidP="00695F57">
            <w:r w:rsidRPr="00695F57">
              <w:t xml:space="preserve">3.1 </w:t>
            </w:r>
            <w:r w:rsidR="000F5ECC">
              <w:t>Arrange</w:t>
            </w:r>
            <w:r w:rsidRPr="00695F57">
              <w:t xml:space="preserve"> </w:t>
            </w:r>
            <w:r w:rsidR="0050652D">
              <w:t xml:space="preserve">construction </w:t>
            </w:r>
            <w:r w:rsidRPr="00695F57">
              <w:t xml:space="preserve">materials </w:t>
            </w:r>
            <w:r w:rsidR="00E16E1E">
              <w:t xml:space="preserve">on site </w:t>
            </w:r>
            <w:r w:rsidR="00E16E1E" w:rsidRPr="00E16E1E">
              <w:t xml:space="preserve">for efficient access </w:t>
            </w:r>
          </w:p>
          <w:p w14:paraId="34F79277" w14:textId="0F5599B5" w:rsidR="00695F57" w:rsidRPr="00695F57" w:rsidRDefault="00695F57" w:rsidP="00695F57">
            <w:r w:rsidRPr="00695F57">
              <w:t xml:space="preserve">3.2 </w:t>
            </w:r>
            <w:r w:rsidR="0050652D">
              <w:t xml:space="preserve">Measure and </w:t>
            </w:r>
            <w:r w:rsidR="008B0604">
              <w:t xml:space="preserve">prepare </w:t>
            </w:r>
            <w:r w:rsidR="00E16E1E">
              <w:t xml:space="preserve">individual </w:t>
            </w:r>
            <w:r w:rsidR="008B0604">
              <w:t>components of structure a</w:t>
            </w:r>
            <w:r w:rsidRPr="00695F57">
              <w:t>ccording to design</w:t>
            </w:r>
            <w:r w:rsidR="008B0604">
              <w:t xml:space="preserve"> plans and </w:t>
            </w:r>
            <w:r w:rsidRPr="00695F57">
              <w:t>specifications</w:t>
            </w:r>
          </w:p>
          <w:p w14:paraId="1C93868F" w14:textId="5696C7C2" w:rsidR="00695F57" w:rsidRPr="00695F57" w:rsidRDefault="00695F57">
            <w:r w:rsidRPr="00695F57">
              <w:t>3.</w:t>
            </w:r>
            <w:r w:rsidR="00E16E1E">
              <w:t>3</w:t>
            </w:r>
            <w:r w:rsidRPr="00695F57">
              <w:t xml:space="preserve"> </w:t>
            </w:r>
            <w:r w:rsidR="00B57309">
              <w:t>Organise</w:t>
            </w:r>
            <w:r w:rsidR="00E16E1E">
              <w:t xml:space="preserve"> individual components</w:t>
            </w:r>
            <w:r w:rsidRPr="00695F57">
              <w:t xml:space="preserve"> in preparation for assembly</w:t>
            </w:r>
          </w:p>
        </w:tc>
      </w:tr>
      <w:tr w:rsidR="00695F57" w:rsidRPr="00963A46" w14:paraId="11718C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502852" w14:textId="6225FE00" w:rsidR="00695F57" w:rsidRPr="00695F57" w:rsidRDefault="00695F57" w:rsidP="00695F57">
            <w:pPr>
              <w:pStyle w:val="SIText"/>
            </w:pPr>
            <w:r w:rsidRPr="00695F57">
              <w:t>4. Assemble and erect structure</w:t>
            </w:r>
          </w:p>
        </w:tc>
        <w:tc>
          <w:tcPr>
            <w:tcW w:w="3604" w:type="pct"/>
            <w:shd w:val="clear" w:color="auto" w:fill="auto"/>
          </w:tcPr>
          <w:p w14:paraId="6FC10A28" w14:textId="44FEA659" w:rsidR="00B57309" w:rsidRDefault="00695F57" w:rsidP="00695F57">
            <w:r w:rsidRPr="00695F57">
              <w:t xml:space="preserve">4.1 </w:t>
            </w:r>
            <w:r w:rsidR="00B57309">
              <w:t>Install formwork and supports according to construction method</w:t>
            </w:r>
          </w:p>
          <w:p w14:paraId="78CC65B8" w14:textId="717A409B" w:rsidR="00695F57" w:rsidRPr="00695F57" w:rsidRDefault="00B57309" w:rsidP="00695F57">
            <w:r>
              <w:t xml:space="preserve">4.2 </w:t>
            </w:r>
            <w:r w:rsidR="00695F57" w:rsidRPr="00695F57">
              <w:t xml:space="preserve">Assemble </w:t>
            </w:r>
            <w:r w:rsidR="00E16E1E">
              <w:t xml:space="preserve">and fix </w:t>
            </w:r>
            <w:r w:rsidR="00695F57" w:rsidRPr="00695F57">
              <w:t>materials into position</w:t>
            </w:r>
            <w:r w:rsidR="00E60D47">
              <w:t xml:space="preserve"> according to design plans</w:t>
            </w:r>
          </w:p>
          <w:p w14:paraId="265272BD" w14:textId="05873125" w:rsidR="00E60D47" w:rsidRDefault="00695F57" w:rsidP="00695F57">
            <w:r w:rsidRPr="00695F57">
              <w:t>4.</w:t>
            </w:r>
            <w:r w:rsidR="00B57309">
              <w:t>3</w:t>
            </w:r>
            <w:r w:rsidRPr="00695F57">
              <w:t xml:space="preserve"> </w:t>
            </w:r>
            <w:r w:rsidR="00E60D47">
              <w:t xml:space="preserve">Verify </w:t>
            </w:r>
            <w:r w:rsidRPr="00695F57">
              <w:t>structur</w:t>
            </w:r>
            <w:r w:rsidR="00E60D47">
              <w:t>al</w:t>
            </w:r>
            <w:r w:rsidRPr="00695F57">
              <w:t xml:space="preserve"> </w:t>
            </w:r>
            <w:r w:rsidR="00E60D47">
              <w:t>accuracy against plans and specifications</w:t>
            </w:r>
          </w:p>
          <w:p w14:paraId="546732A9" w14:textId="45EFD729" w:rsidR="00695F57" w:rsidRPr="00695F57" w:rsidRDefault="00E60D47" w:rsidP="00695F57">
            <w:r>
              <w:t>4.</w:t>
            </w:r>
            <w:r w:rsidR="00B57309">
              <w:t>4</w:t>
            </w:r>
            <w:r>
              <w:t xml:space="preserve"> Report or rectify out of specification </w:t>
            </w:r>
            <w:r w:rsidR="00B57309">
              <w:t>assembly</w:t>
            </w:r>
            <w:r>
              <w:t xml:space="preserve"> components</w:t>
            </w:r>
          </w:p>
          <w:p w14:paraId="1D278DA4" w14:textId="25D9BDF7" w:rsidR="00695F57" w:rsidRPr="00695F57" w:rsidRDefault="00695F57">
            <w:r w:rsidRPr="00695F57">
              <w:t>4.</w:t>
            </w:r>
            <w:r w:rsidR="00B57309">
              <w:t>5</w:t>
            </w:r>
            <w:r w:rsidRPr="00695F57">
              <w:t xml:space="preserve"> Apply </w:t>
            </w:r>
            <w:r w:rsidR="00E60D47">
              <w:t xml:space="preserve">surface </w:t>
            </w:r>
            <w:r w:rsidRPr="00695F57">
              <w:t>coatings</w:t>
            </w:r>
            <w:r w:rsidR="00E60D47">
              <w:t xml:space="preserve"> and finishes according to specifications</w:t>
            </w:r>
          </w:p>
        </w:tc>
      </w:tr>
      <w:tr w:rsidR="00695F57" w:rsidRPr="00963A46" w14:paraId="3EFE15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381C90" w14:textId="405CAAAF" w:rsidR="00695F57" w:rsidRPr="00695F57" w:rsidRDefault="00695F57" w:rsidP="00695F57">
            <w:pPr>
              <w:pStyle w:val="SIText"/>
            </w:pPr>
            <w:r w:rsidRPr="00695F57">
              <w:t>5.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79068C7D" w14:textId="2D8BEA45" w:rsidR="00695F57" w:rsidRPr="00695F57" w:rsidRDefault="00695F57" w:rsidP="00695F57">
            <w:r w:rsidRPr="00695F57">
              <w:t>5.</w:t>
            </w:r>
            <w:r w:rsidR="00003C50">
              <w:t>1</w:t>
            </w:r>
            <w:r w:rsidRPr="00695F57">
              <w:t xml:space="preserve"> </w:t>
            </w:r>
            <w:r w:rsidR="00E60D47">
              <w:t>Remove and dispose of</w:t>
            </w:r>
            <w:r w:rsidR="00D029ED">
              <w:t xml:space="preserve"> waste</w:t>
            </w:r>
            <w:r w:rsidRPr="00695F57">
              <w:t xml:space="preserve"> from </w:t>
            </w:r>
            <w:r w:rsidR="00D029ED">
              <w:t>construction</w:t>
            </w:r>
            <w:r w:rsidRPr="00695F57">
              <w:t xml:space="preserve"> site</w:t>
            </w:r>
            <w:r w:rsidR="00D029ED">
              <w:t xml:space="preserve"> according to workplace environmental procedures</w:t>
            </w:r>
          </w:p>
          <w:p w14:paraId="14A372C5" w14:textId="7747FBBD" w:rsidR="00D029ED" w:rsidRDefault="00695F57">
            <w:r w:rsidRPr="00695F57">
              <w:t>5.</w:t>
            </w:r>
            <w:r w:rsidR="00003C50">
              <w:t>2</w:t>
            </w:r>
            <w:r w:rsidRPr="00695F57">
              <w:t xml:space="preserve"> Store unused materials</w:t>
            </w:r>
          </w:p>
          <w:p w14:paraId="4FFCACD7" w14:textId="292A8FE6" w:rsidR="00B57309" w:rsidRDefault="00695F57" w:rsidP="00B57309">
            <w:r w:rsidRPr="00695F57">
              <w:t>5.</w:t>
            </w:r>
            <w:r w:rsidR="00003C50">
              <w:t>3</w:t>
            </w:r>
            <w:r w:rsidRPr="00695F57">
              <w:t xml:space="preserve"> Clean</w:t>
            </w:r>
            <w:r w:rsidR="00D029ED">
              <w:t>, maintain</w:t>
            </w:r>
            <w:r w:rsidRPr="00695F57">
              <w:t xml:space="preserve"> and store tools and equipment</w:t>
            </w:r>
            <w:r w:rsidR="00D029ED">
              <w:t xml:space="preserve"> according to workplace procedures</w:t>
            </w:r>
          </w:p>
          <w:p w14:paraId="1FACB08F" w14:textId="554B5DEF" w:rsidR="00695F57" w:rsidRPr="00695F57" w:rsidRDefault="00B57309">
            <w:r w:rsidRPr="00B57309">
              <w:t>5.</w:t>
            </w:r>
            <w:r w:rsidR="00003C50">
              <w:t>4</w:t>
            </w:r>
            <w:r w:rsidRPr="00B57309">
              <w:t xml:space="preserve"> Inspect and confirm finished work </w:t>
            </w:r>
            <w:r w:rsidR="00003C50">
              <w:t xml:space="preserve">with stakeholder </w:t>
            </w:r>
          </w:p>
        </w:tc>
      </w:tr>
    </w:tbl>
    <w:p w14:paraId="50784BCC" w14:textId="535F6249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1DC71CC7" w:rsidR="00F1480E" w:rsidRPr="005404CB" w:rsidRDefault="0009546B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60785584" w:rsidR="00F1480E" w:rsidRPr="005404CB" w:rsidRDefault="0009546B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09546B">
              <w:t xml:space="preserve">nterprets plans, specifications and other documentation and consolidates information to determine requirements for installation and </w:t>
            </w:r>
            <w:r>
              <w:t>construction of permaculture structures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6B8462F3" w:rsidR="00F1480E" w:rsidRPr="005404CB" w:rsidRDefault="0009546B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3BFAE9E" w14:textId="0E2936E4" w:rsidR="0009546B" w:rsidRDefault="0009546B" w:rsidP="0009546B">
            <w:pPr>
              <w:pStyle w:val="SIBulletList1"/>
            </w:pPr>
            <w:r>
              <w:t xml:space="preserve">Accurately measures lengths, </w:t>
            </w:r>
            <w:proofErr w:type="gramStart"/>
            <w:r>
              <w:t>angles</w:t>
            </w:r>
            <w:proofErr w:type="gramEnd"/>
            <w:r>
              <w:t xml:space="preserve"> and levels to construct permaculture structures accordion to design specifications</w:t>
            </w:r>
          </w:p>
          <w:p w14:paraId="2B5C131C" w14:textId="00500A10" w:rsidR="00F1480E" w:rsidRPr="005404CB" w:rsidRDefault="0009546B">
            <w:pPr>
              <w:pStyle w:val="SIBulletList1"/>
              <w:rPr>
                <w:rFonts w:eastAsia="Calibri"/>
              </w:rPr>
            </w:pPr>
            <w:r>
              <w:t>Estimates materials and resources for permaculture structure to ensure resources are available and waste is minimised</w:t>
            </w:r>
          </w:p>
        </w:tc>
      </w:tr>
    </w:tbl>
    <w:p w14:paraId="265659EF" w14:textId="3B9AB10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6FD1E5B3" w:rsidR="00041E59" w:rsidRPr="005404CB" w:rsidRDefault="00CA60B1">
            <w:pPr>
              <w:pStyle w:val="SIText"/>
            </w:pPr>
            <w:r w:rsidRPr="00CA60B1">
              <w:t>AHCPER3</w:t>
            </w:r>
            <w:r w:rsidR="00E82039">
              <w:t>X5</w:t>
            </w:r>
            <w:r>
              <w:t xml:space="preserve"> </w:t>
            </w:r>
            <w:r w:rsidRPr="00CA60B1">
              <w:t>Install structures for permaculture systems</w:t>
            </w:r>
          </w:p>
        </w:tc>
        <w:tc>
          <w:tcPr>
            <w:tcW w:w="1105" w:type="pct"/>
          </w:tcPr>
          <w:p w14:paraId="64EA7AE3" w14:textId="159F0781" w:rsidR="00041E59" w:rsidRPr="005404CB" w:rsidRDefault="00CA60B1" w:rsidP="005404CB">
            <w:pPr>
              <w:pStyle w:val="SIText"/>
            </w:pPr>
            <w:r w:rsidRPr="00CA60B1">
              <w:t>AHCPER310 Install structures for permaculture systems</w:t>
            </w:r>
          </w:p>
        </w:tc>
        <w:tc>
          <w:tcPr>
            <w:tcW w:w="1251" w:type="pct"/>
          </w:tcPr>
          <w:p w14:paraId="0B7B89EA" w14:textId="77777777" w:rsidR="00041E59" w:rsidRDefault="00CA60B1" w:rsidP="005404CB">
            <w:pPr>
              <w:pStyle w:val="SIText"/>
            </w:pPr>
            <w:r>
              <w:t>Minor change to Application</w:t>
            </w:r>
          </w:p>
          <w:p w14:paraId="3E031D32" w14:textId="045C5FDC" w:rsidR="00CA60B1" w:rsidRPr="005404CB" w:rsidRDefault="00CA60B1">
            <w:pPr>
              <w:pStyle w:val="SIText"/>
            </w:pPr>
            <w:r>
              <w:t>Changes to Elements and Performance Criteria to allow for broader range of construction materials and elements</w:t>
            </w:r>
          </w:p>
        </w:tc>
        <w:tc>
          <w:tcPr>
            <w:tcW w:w="1616" w:type="pct"/>
          </w:tcPr>
          <w:p w14:paraId="426455CD" w14:textId="0798DCA3" w:rsidR="00916CD7" w:rsidRPr="005404CB" w:rsidRDefault="00CA60B1" w:rsidP="005404CB">
            <w:pPr>
              <w:pStyle w:val="SIText"/>
            </w:pPr>
            <w:r>
              <w:t>Not equivalent</w:t>
            </w:r>
          </w:p>
        </w:tc>
      </w:tr>
    </w:tbl>
    <w:p w14:paraId="127C3A94" w14:textId="1D66878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0DF278B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B03253" w:rsidRPr="00B03253">
              <w:t>AHCPER3</w:t>
            </w:r>
            <w:r w:rsidR="00E82039">
              <w:t>X5</w:t>
            </w:r>
            <w:r w:rsidR="00B03253" w:rsidRPr="00B03253">
              <w:t xml:space="preserve"> Install structures for permaculture systems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FE1CD89" w14:textId="26E2D1B8" w:rsidR="00EE19F0" w:rsidRPr="00EE19F0" w:rsidRDefault="00EE19F0" w:rsidP="00EE19F0">
            <w:r w:rsidRPr="00EE19F0">
              <w:t xml:space="preserve">An individual demonstrating competency must satisfy </w:t>
            </w:r>
            <w:proofErr w:type="gramStart"/>
            <w:r w:rsidRPr="00EE19F0">
              <w:t>all of</w:t>
            </w:r>
            <w:proofErr w:type="gramEnd"/>
            <w:r w:rsidRPr="00EE19F0">
              <w:t xml:space="preserve"> the elements and performance criteria in this unit.</w:t>
            </w:r>
          </w:p>
          <w:p w14:paraId="00D392DA" w14:textId="23D99C19" w:rsidR="00CB7B3E" w:rsidRDefault="00EE19F0" w:rsidP="00837FD2">
            <w:pPr>
              <w:pStyle w:val="SIText"/>
            </w:pPr>
            <w:r w:rsidRPr="00EE19F0">
              <w:t xml:space="preserve">There must </w:t>
            </w:r>
            <w:r w:rsidRPr="00837FD2">
              <w:t xml:space="preserve">be evidence that the individual has </w:t>
            </w:r>
            <w:r w:rsidR="00CB7B3E" w:rsidRPr="00837FD2">
              <w:t xml:space="preserve">prepared and </w:t>
            </w:r>
            <w:r w:rsidRPr="00837FD2">
              <w:t xml:space="preserve">installed structures for permaculture system from design plans </w:t>
            </w:r>
            <w:r w:rsidR="00CB7B3E" w:rsidRPr="00837FD2">
              <w:t>for at least two of the following types of structures</w:t>
            </w:r>
            <w:r w:rsidRPr="00837FD2">
              <w:t>:</w:t>
            </w:r>
          </w:p>
          <w:p w14:paraId="431A1DD2" w14:textId="503297EC" w:rsidR="00CB7B3E" w:rsidRPr="00CB7B3E" w:rsidRDefault="00CB7B3E" w:rsidP="00CB7B3E">
            <w:pPr>
              <w:pStyle w:val="SIBulletList1"/>
            </w:pPr>
            <w:r w:rsidRPr="00CB7B3E">
              <w:t xml:space="preserve">garden structure </w:t>
            </w:r>
            <w:r w:rsidR="00C85960">
              <w:t>or</w:t>
            </w:r>
            <w:r w:rsidRPr="00CB7B3E">
              <w:t xml:space="preserve"> feature</w:t>
            </w:r>
          </w:p>
          <w:p w14:paraId="5BF6D5CF" w14:textId="7819FFB3" w:rsidR="00CB7B3E" w:rsidRPr="00CB7B3E" w:rsidRDefault="00CB7B3E" w:rsidP="00CB7B3E">
            <w:pPr>
              <w:pStyle w:val="SIBulletList1"/>
            </w:pPr>
            <w:r w:rsidRPr="00CB7B3E">
              <w:t xml:space="preserve">fence </w:t>
            </w:r>
            <w:r>
              <w:t>or</w:t>
            </w:r>
            <w:r w:rsidR="00C85960">
              <w:t xml:space="preserve"> trellis</w:t>
            </w:r>
          </w:p>
          <w:p w14:paraId="27753BD8" w14:textId="6EE211DD" w:rsidR="00CB7B3E" w:rsidRPr="00CB7B3E" w:rsidRDefault="00CB7B3E" w:rsidP="00CB7B3E">
            <w:pPr>
              <w:pStyle w:val="SIBulletList1"/>
            </w:pPr>
            <w:r w:rsidRPr="00CB7B3E">
              <w:t>animal hous</w:t>
            </w:r>
            <w:r w:rsidR="00C85960">
              <w:t>e</w:t>
            </w:r>
            <w:r w:rsidRPr="00CB7B3E">
              <w:t xml:space="preserve"> </w:t>
            </w:r>
            <w:r>
              <w:t>or</w:t>
            </w:r>
            <w:r w:rsidRPr="00CB7B3E">
              <w:t xml:space="preserve"> shelter</w:t>
            </w:r>
          </w:p>
          <w:p w14:paraId="5785988C" w14:textId="70B287C1" w:rsidR="00CB7B3E" w:rsidRPr="00CB7B3E" w:rsidRDefault="00436CDB" w:rsidP="00CB7B3E">
            <w:pPr>
              <w:pStyle w:val="SIBulletList1"/>
            </w:pPr>
            <w:r>
              <w:t xml:space="preserve">netted </w:t>
            </w:r>
            <w:r w:rsidRPr="00436CDB">
              <w:t>protection for plants</w:t>
            </w:r>
          </w:p>
          <w:p w14:paraId="3B3A0CD9" w14:textId="43F63CEA" w:rsidR="00CB7B3E" w:rsidRPr="00CB7B3E" w:rsidRDefault="00436CDB" w:rsidP="00CB7B3E">
            <w:pPr>
              <w:pStyle w:val="SIBulletList1"/>
            </w:pPr>
            <w:r>
              <w:t>paving and decking</w:t>
            </w:r>
          </w:p>
          <w:p w14:paraId="3D0BC071" w14:textId="299F72E0" w:rsidR="00CB7B3E" w:rsidRPr="00CB7B3E" w:rsidRDefault="00134126" w:rsidP="00CB7B3E">
            <w:pPr>
              <w:pStyle w:val="SIBulletList1"/>
            </w:pPr>
            <w:r>
              <w:t>compost</w:t>
            </w:r>
            <w:r w:rsidR="00436CDB">
              <w:t xml:space="preserve"> and worm-farm</w:t>
            </w:r>
          </w:p>
          <w:p w14:paraId="06E28034" w14:textId="6FEF4DA9" w:rsidR="00CB7B3E" w:rsidRPr="00CB7B3E" w:rsidRDefault="00CB7B3E" w:rsidP="00CB7B3E">
            <w:pPr>
              <w:pStyle w:val="SIBulletList1"/>
            </w:pPr>
            <w:r w:rsidRPr="00CB7B3E">
              <w:t>retaining wall</w:t>
            </w:r>
            <w:r w:rsidR="00837FD2">
              <w:t xml:space="preserve"> not requiring a permit</w:t>
            </w:r>
          </w:p>
          <w:p w14:paraId="3A5CF381" w14:textId="273661A6" w:rsidR="00CB7B3E" w:rsidRPr="00CB7B3E" w:rsidRDefault="004D5639" w:rsidP="00CB7B3E">
            <w:pPr>
              <w:pStyle w:val="SIBulletList1"/>
            </w:pPr>
            <w:r>
              <w:t xml:space="preserve">small </w:t>
            </w:r>
            <w:r w:rsidR="00CB7B3E" w:rsidRPr="00CB7B3E">
              <w:t>shed or outbuilding</w:t>
            </w:r>
          </w:p>
          <w:p w14:paraId="755387A1" w14:textId="6418F409" w:rsidR="00436CDB" w:rsidRDefault="00436CDB">
            <w:pPr>
              <w:pStyle w:val="SIBulletList1"/>
            </w:pPr>
            <w:r>
              <w:t>house or building</w:t>
            </w:r>
            <w:r w:rsidR="001B5D0F">
              <w:t xml:space="preserve"> component.</w:t>
            </w:r>
          </w:p>
          <w:p w14:paraId="6DC1244D" w14:textId="77777777" w:rsidR="00436CDB" w:rsidRDefault="00436CDB" w:rsidP="00010EE8">
            <w:pPr>
              <w:pStyle w:val="SIText"/>
            </w:pPr>
          </w:p>
          <w:p w14:paraId="0C97A5E4" w14:textId="7376CAA4" w:rsidR="00EE19F0" w:rsidRDefault="00CB7B3E" w:rsidP="00010EE8">
            <w:pPr>
              <w:pStyle w:val="SIText"/>
            </w:pPr>
            <w:r>
              <w:t>There must also be evidence that the individual has:</w:t>
            </w:r>
          </w:p>
          <w:p w14:paraId="125948F4" w14:textId="0A2CA466" w:rsidR="00486E2B" w:rsidRDefault="00486E2B" w:rsidP="00486E2B">
            <w:pPr>
              <w:pStyle w:val="SIBulletList1"/>
            </w:pPr>
            <w:r w:rsidRPr="00486E2B">
              <w:t>interpret</w:t>
            </w:r>
            <w:r w:rsidR="00EE19F0">
              <w:t>ed</w:t>
            </w:r>
            <w:r w:rsidRPr="00486E2B">
              <w:t xml:space="preserve"> permaculture design drawings and specifications</w:t>
            </w:r>
          </w:p>
          <w:p w14:paraId="3D66BAD3" w14:textId="291A0C97" w:rsidR="008473D7" w:rsidRDefault="008473D7" w:rsidP="00486E2B">
            <w:pPr>
              <w:pStyle w:val="SIBulletList1"/>
            </w:pPr>
            <w:r>
              <w:t>checked regulatory requirements for construction</w:t>
            </w:r>
          </w:p>
          <w:p w14:paraId="6EBD918C" w14:textId="77777777" w:rsidR="00436CDB" w:rsidRDefault="00CB7B3E" w:rsidP="00486E2B">
            <w:pPr>
              <w:pStyle w:val="SIBulletList1"/>
            </w:pPr>
            <w:r>
              <w:t>identified the construction method</w:t>
            </w:r>
          </w:p>
          <w:p w14:paraId="52285C8E" w14:textId="1E895F6F" w:rsidR="00CB7B3E" w:rsidRPr="00837FD2" w:rsidRDefault="00436CDB" w:rsidP="00837FD2">
            <w:pPr>
              <w:pStyle w:val="SIBulletList1"/>
            </w:pPr>
            <w:r w:rsidRPr="00837FD2">
              <w:t xml:space="preserve">selected </w:t>
            </w:r>
            <w:r w:rsidR="00CB7B3E" w:rsidRPr="00837FD2">
              <w:t>and prepared materials for construction</w:t>
            </w:r>
            <w:r w:rsidRPr="00837FD2">
              <w:t xml:space="preserve"> method which must include at least 3 of </w:t>
            </w:r>
            <w:r w:rsidR="008633FC" w:rsidRPr="00837FD2">
              <w:t xml:space="preserve">the following </w:t>
            </w:r>
            <w:r w:rsidRPr="00837FD2">
              <w:t>materials:</w:t>
            </w:r>
          </w:p>
          <w:p w14:paraId="1089D031" w14:textId="44E52342" w:rsidR="00436CDB" w:rsidRDefault="00436CDB" w:rsidP="00010EE8">
            <w:pPr>
              <w:pStyle w:val="SIBulletList2"/>
            </w:pPr>
            <w:r>
              <w:t>new or reclaimed timber</w:t>
            </w:r>
          </w:p>
          <w:p w14:paraId="0CD86407" w14:textId="64820E79" w:rsidR="00496326" w:rsidRDefault="00496326" w:rsidP="00010EE8">
            <w:pPr>
              <w:pStyle w:val="SIBulletList2"/>
            </w:pPr>
            <w:r>
              <w:t>bamboo</w:t>
            </w:r>
          </w:p>
          <w:p w14:paraId="1204AACA" w14:textId="578E3194" w:rsidR="00436CDB" w:rsidRDefault="00436CDB" w:rsidP="00010EE8">
            <w:pPr>
              <w:pStyle w:val="SIBulletList2"/>
            </w:pPr>
            <w:r>
              <w:t>straw</w:t>
            </w:r>
          </w:p>
          <w:p w14:paraId="0510E2B2" w14:textId="5F5CAD04" w:rsidR="00436CDB" w:rsidRDefault="00436CDB" w:rsidP="00010EE8">
            <w:pPr>
              <w:pStyle w:val="SIBulletList2"/>
            </w:pPr>
            <w:r>
              <w:t>earth</w:t>
            </w:r>
          </w:p>
          <w:p w14:paraId="315C11B0" w14:textId="2FFD896F" w:rsidR="00436CDB" w:rsidRDefault="009915E8" w:rsidP="00010EE8">
            <w:pPr>
              <w:pStyle w:val="SIBulletList2"/>
            </w:pPr>
            <w:r>
              <w:t xml:space="preserve">new or </w:t>
            </w:r>
            <w:r w:rsidR="00436CDB">
              <w:t>reclaimed housing components</w:t>
            </w:r>
          </w:p>
          <w:p w14:paraId="30135BDE" w14:textId="7B5CBE4D" w:rsidR="00436CDB" w:rsidRDefault="009915E8" w:rsidP="00010EE8">
            <w:pPr>
              <w:pStyle w:val="SIBulletList2"/>
            </w:pPr>
            <w:r>
              <w:t>hard landscape materials</w:t>
            </w:r>
          </w:p>
          <w:p w14:paraId="5648B4D9" w14:textId="6AC35E8D" w:rsidR="00436CDB" w:rsidRDefault="008633FC" w:rsidP="00010EE8">
            <w:pPr>
              <w:pStyle w:val="SIBulletList2"/>
            </w:pPr>
            <w:r>
              <w:t xml:space="preserve">wire, </w:t>
            </w:r>
            <w:proofErr w:type="gramStart"/>
            <w:r>
              <w:t>mesh</w:t>
            </w:r>
            <w:proofErr w:type="gramEnd"/>
            <w:r>
              <w:t xml:space="preserve"> or nets</w:t>
            </w:r>
          </w:p>
          <w:p w14:paraId="6D144E57" w14:textId="3F33B00A" w:rsidR="008633FC" w:rsidRDefault="008633FC" w:rsidP="00010EE8">
            <w:pPr>
              <w:pStyle w:val="SIBulletList2"/>
            </w:pPr>
            <w:r>
              <w:t>metal</w:t>
            </w:r>
          </w:p>
          <w:p w14:paraId="3F0E522C" w14:textId="2E90DC3A" w:rsidR="008633FC" w:rsidRDefault="008633FC" w:rsidP="00010EE8">
            <w:pPr>
              <w:pStyle w:val="SIBulletList2"/>
            </w:pPr>
            <w:r>
              <w:t>glass or clear synthetic materials</w:t>
            </w:r>
          </w:p>
          <w:p w14:paraId="3CF53AF0" w14:textId="28C68C0F" w:rsidR="008633FC" w:rsidRDefault="00CB7B3E">
            <w:pPr>
              <w:pStyle w:val="SIBulletList1"/>
            </w:pPr>
            <w:r>
              <w:t xml:space="preserve">identified hazards, assessed </w:t>
            </w:r>
            <w:proofErr w:type="gramStart"/>
            <w:r>
              <w:t>risks</w:t>
            </w:r>
            <w:proofErr w:type="gramEnd"/>
            <w:r>
              <w:t xml:space="preserve"> and implemented controls includ</w:t>
            </w:r>
            <w:r w:rsidR="00234C8D">
              <w:t>ing, ch</w:t>
            </w:r>
            <w:r>
              <w:t>ecked for underground and overhead services</w:t>
            </w:r>
          </w:p>
          <w:p w14:paraId="4C03E34D" w14:textId="7FCD68F6" w:rsidR="00CB7B3E" w:rsidRDefault="00CB7B3E" w:rsidP="00486E2B">
            <w:pPr>
              <w:pStyle w:val="SIBulletList1"/>
            </w:pPr>
            <w:r>
              <w:t>surveyed site</w:t>
            </w:r>
            <w:r w:rsidR="008633FC">
              <w:t>,</w:t>
            </w:r>
            <w:r>
              <w:t xml:space="preserve"> and located and marked out </w:t>
            </w:r>
            <w:r w:rsidR="008633FC">
              <w:t>location</w:t>
            </w:r>
            <w:r w:rsidR="00234C8D">
              <w:t xml:space="preserve"> of structure</w:t>
            </w:r>
          </w:p>
          <w:p w14:paraId="06506B72" w14:textId="1A9167DB" w:rsidR="00486E2B" w:rsidRPr="00486E2B" w:rsidRDefault="00486E2B" w:rsidP="00486E2B">
            <w:pPr>
              <w:pStyle w:val="SIBulletList1"/>
            </w:pPr>
            <w:r w:rsidRPr="00486E2B">
              <w:t>measure</w:t>
            </w:r>
            <w:r w:rsidR="008633FC">
              <w:t>d</w:t>
            </w:r>
            <w:r w:rsidRPr="00486E2B">
              <w:t xml:space="preserve"> </w:t>
            </w:r>
            <w:r w:rsidR="008633FC">
              <w:t xml:space="preserve">component materials </w:t>
            </w:r>
            <w:r w:rsidRPr="00486E2B">
              <w:t>accurately</w:t>
            </w:r>
            <w:r w:rsidR="008633FC">
              <w:t xml:space="preserve"> during preparation and assembly</w:t>
            </w:r>
          </w:p>
          <w:p w14:paraId="5636ADBC" w14:textId="43DBAA01" w:rsidR="00486E2B" w:rsidRPr="00486E2B" w:rsidRDefault="008633FC" w:rsidP="00486E2B">
            <w:pPr>
              <w:pStyle w:val="SIBulletList1"/>
            </w:pPr>
            <w:r>
              <w:t>assembled</w:t>
            </w:r>
            <w:r w:rsidR="00486E2B" w:rsidRPr="00486E2B">
              <w:t xml:space="preserve"> </w:t>
            </w:r>
            <w:r w:rsidR="002475BD">
              <w:t>structure</w:t>
            </w:r>
            <w:r w:rsidR="002475BD" w:rsidRPr="00486E2B">
              <w:t xml:space="preserve"> </w:t>
            </w:r>
            <w:r>
              <w:t>according to plans</w:t>
            </w:r>
          </w:p>
          <w:p w14:paraId="6BFA69AA" w14:textId="251EA9B4" w:rsidR="00556C4C" w:rsidRPr="005404CB" w:rsidRDefault="002475BD" w:rsidP="00010EE8">
            <w:pPr>
              <w:pStyle w:val="SIBulletList1"/>
            </w:pPr>
            <w:r>
              <w:t>checked and confirmed</w:t>
            </w:r>
            <w:r w:rsidRPr="00486E2B">
              <w:t xml:space="preserve"> </w:t>
            </w:r>
            <w:r w:rsidR="00486E2B" w:rsidRPr="00486E2B">
              <w:t>permaculture structure</w:t>
            </w:r>
            <w:r>
              <w:t xml:space="preserve"> with client</w:t>
            </w:r>
            <w:r w:rsidR="00EE19F0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44F124D" w14:textId="4010489B" w:rsidR="004D5639" w:rsidRDefault="004D5639" w:rsidP="00010EE8">
            <w:pPr>
              <w:pStyle w:val="SIText"/>
            </w:pPr>
            <w:r w:rsidRPr="004D5639">
              <w:t>An individual must be able to demonstrate the knowledge required to perform the tasks outlined in the elements and performance criteria of this unit. This includes knowledge of:</w:t>
            </w:r>
          </w:p>
          <w:p w14:paraId="0C343312" w14:textId="4BBE448A" w:rsidR="00486E2B" w:rsidRPr="00486E2B" w:rsidRDefault="00486E2B" w:rsidP="00486E2B">
            <w:pPr>
              <w:pStyle w:val="SIBulletList1"/>
            </w:pPr>
            <w:r w:rsidRPr="00486E2B">
              <w:t>permaculture principles regarding structures and built environment</w:t>
            </w:r>
          </w:p>
          <w:p w14:paraId="4997E9F1" w14:textId="1DC22877" w:rsidR="00486E2B" w:rsidRPr="00486E2B" w:rsidRDefault="004C43DC" w:rsidP="00486E2B">
            <w:pPr>
              <w:pStyle w:val="SIBulletList1"/>
            </w:pPr>
            <w:r>
              <w:t>p</w:t>
            </w:r>
            <w:r w:rsidR="00486E2B" w:rsidRPr="00486E2B">
              <w:t>ermaculture design drawings</w:t>
            </w:r>
            <w:r>
              <w:t>, plans</w:t>
            </w:r>
            <w:r w:rsidR="00486E2B" w:rsidRPr="00486E2B">
              <w:t xml:space="preserve"> and specifications, </w:t>
            </w:r>
            <w:r>
              <w:t>including</w:t>
            </w:r>
            <w:r w:rsidR="00486E2B" w:rsidRPr="00486E2B">
              <w:t>:</w:t>
            </w:r>
          </w:p>
          <w:p w14:paraId="5CA43316" w14:textId="5BC47A66" w:rsidR="004C43DC" w:rsidRDefault="004C43DC" w:rsidP="00486E2B">
            <w:pPr>
              <w:pStyle w:val="SIBulletList2"/>
            </w:pPr>
            <w:r>
              <w:t>plan interpretation</w:t>
            </w:r>
          </w:p>
          <w:p w14:paraId="63F6A96D" w14:textId="3C972F0D" w:rsidR="00486E2B" w:rsidRPr="00486E2B" w:rsidRDefault="00486E2B" w:rsidP="00486E2B">
            <w:pPr>
              <w:pStyle w:val="SIBulletList2"/>
            </w:pPr>
            <w:r w:rsidRPr="00486E2B">
              <w:t xml:space="preserve">construction </w:t>
            </w:r>
            <w:r w:rsidR="004C43DC">
              <w:t xml:space="preserve">and </w:t>
            </w:r>
            <w:r w:rsidRPr="00486E2B">
              <w:t>detail drawings</w:t>
            </w:r>
          </w:p>
          <w:p w14:paraId="08CEA380" w14:textId="6536D1B4" w:rsidR="00486E2B" w:rsidRPr="00486E2B" w:rsidRDefault="004C43DC" w:rsidP="00486E2B">
            <w:pPr>
              <w:pStyle w:val="SIBulletList2"/>
            </w:pPr>
            <w:r>
              <w:t>extracting construction data from plans</w:t>
            </w:r>
          </w:p>
          <w:p w14:paraId="56E6095B" w14:textId="77777777" w:rsidR="004C43DC" w:rsidRDefault="004C43DC" w:rsidP="00486E2B">
            <w:pPr>
              <w:pStyle w:val="SIBulletList1"/>
            </w:pPr>
            <w:r>
              <w:t>basic surveying techniques for small scale construction works, including:</w:t>
            </w:r>
          </w:p>
          <w:p w14:paraId="2BBCE098" w14:textId="115BF5DA" w:rsidR="004C43DC" w:rsidRDefault="004C43DC" w:rsidP="00010EE8">
            <w:pPr>
              <w:pStyle w:val="SIBulletList2"/>
            </w:pPr>
            <w:r>
              <w:t>measuring slope, fall and contours</w:t>
            </w:r>
          </w:p>
          <w:p w14:paraId="7A63245D" w14:textId="44F67DE9" w:rsidR="00486E2B" w:rsidRDefault="004C43DC" w:rsidP="00010EE8">
            <w:pPr>
              <w:pStyle w:val="SIBulletList2"/>
            </w:pPr>
            <w:r>
              <w:t xml:space="preserve">linear </w:t>
            </w:r>
            <w:r w:rsidR="00486E2B" w:rsidRPr="00486E2B">
              <w:t>measur</w:t>
            </w:r>
            <w:r>
              <w:t>ements</w:t>
            </w:r>
          </w:p>
          <w:p w14:paraId="1252275F" w14:textId="351A145D" w:rsidR="004C43DC" w:rsidRPr="00486E2B" w:rsidRDefault="004C43DC" w:rsidP="00010EE8">
            <w:pPr>
              <w:pStyle w:val="SIBulletList2"/>
            </w:pPr>
            <w:r>
              <w:t>use and operation of basic survey equipment</w:t>
            </w:r>
          </w:p>
          <w:p w14:paraId="7E314FAF" w14:textId="391062A9" w:rsidR="00486E2B" w:rsidRPr="00486E2B" w:rsidRDefault="00486E2B" w:rsidP="00010EE8">
            <w:pPr>
              <w:pStyle w:val="SIBulletList1"/>
            </w:pPr>
            <w:r w:rsidRPr="00486E2B">
              <w:t>typical permaculture structures</w:t>
            </w:r>
          </w:p>
          <w:p w14:paraId="72F64716" w14:textId="23B71E8D" w:rsidR="004D5639" w:rsidRDefault="00486E2B" w:rsidP="00486E2B">
            <w:pPr>
              <w:pStyle w:val="SIBulletList1"/>
            </w:pPr>
            <w:r w:rsidRPr="00486E2B">
              <w:t xml:space="preserve">hand and power tools </w:t>
            </w:r>
            <w:r w:rsidR="004D5639">
              <w:t>including:</w:t>
            </w:r>
          </w:p>
          <w:p w14:paraId="3EE871CD" w14:textId="431BDF7D" w:rsidR="004D5639" w:rsidRDefault="004D5639" w:rsidP="00010EE8">
            <w:pPr>
              <w:pStyle w:val="SIBulletList2"/>
            </w:pPr>
            <w:r>
              <w:t xml:space="preserve">pre-use checks, </w:t>
            </w:r>
            <w:proofErr w:type="gramStart"/>
            <w:r>
              <w:t>maintenance</w:t>
            </w:r>
            <w:proofErr w:type="gramEnd"/>
            <w:r>
              <w:t xml:space="preserve"> and operation</w:t>
            </w:r>
          </w:p>
          <w:p w14:paraId="44CADF11" w14:textId="4B0A62BB" w:rsidR="00486E2B" w:rsidRPr="00486E2B" w:rsidRDefault="00486E2B" w:rsidP="00010EE8">
            <w:pPr>
              <w:pStyle w:val="SIBulletList2"/>
            </w:pPr>
            <w:r w:rsidRPr="00486E2B">
              <w:t>safety requirements</w:t>
            </w:r>
          </w:p>
          <w:p w14:paraId="7112F614" w14:textId="6B038D34" w:rsidR="00E3320E" w:rsidRDefault="00E3320E" w:rsidP="00486E2B">
            <w:pPr>
              <w:pStyle w:val="SIBulletList1"/>
            </w:pPr>
            <w:r>
              <w:t>workplace health and safety procedures and site safety, including:</w:t>
            </w:r>
          </w:p>
          <w:p w14:paraId="7F794972" w14:textId="1424EF8E" w:rsidR="00E3320E" w:rsidRDefault="00E3320E" w:rsidP="00010EE8">
            <w:pPr>
              <w:pStyle w:val="SIBulletList2"/>
            </w:pPr>
            <w:r>
              <w:lastRenderedPageBreak/>
              <w:t>excavation risks and underground services</w:t>
            </w:r>
          </w:p>
          <w:p w14:paraId="1C877875" w14:textId="22E2E4C0" w:rsidR="00E3320E" w:rsidRDefault="00E3320E" w:rsidP="00010EE8">
            <w:pPr>
              <w:pStyle w:val="SIBulletList2"/>
            </w:pPr>
            <w:r>
              <w:t>overhead services</w:t>
            </w:r>
          </w:p>
          <w:p w14:paraId="611AAE20" w14:textId="77777777" w:rsidR="00486E2B" w:rsidRPr="00486E2B" w:rsidRDefault="00486E2B" w:rsidP="00010EE8">
            <w:pPr>
              <w:pStyle w:val="SIBulletList2"/>
            </w:pPr>
            <w:r w:rsidRPr="00486E2B">
              <w:t>safe lifting and transporting techniques</w:t>
            </w:r>
          </w:p>
          <w:p w14:paraId="5796FE61" w14:textId="75053F90" w:rsidR="00486E2B" w:rsidRPr="00486E2B" w:rsidRDefault="00486E2B" w:rsidP="00010EE8">
            <w:pPr>
              <w:pStyle w:val="SIBulletList2"/>
            </w:pPr>
            <w:r w:rsidRPr="00486E2B">
              <w:t>personal protective clothing and equipment (PPE)</w:t>
            </w:r>
          </w:p>
          <w:p w14:paraId="56A9B9A3" w14:textId="65646455" w:rsidR="00486E2B" w:rsidRPr="00486E2B" w:rsidRDefault="00486E2B" w:rsidP="00010EE8">
            <w:pPr>
              <w:pStyle w:val="SIBulletList2"/>
            </w:pPr>
            <w:r w:rsidRPr="00486E2B">
              <w:t>use and installation of safety signs and barriers</w:t>
            </w:r>
          </w:p>
          <w:p w14:paraId="4843795B" w14:textId="77777777" w:rsidR="00486E2B" w:rsidRPr="00486E2B" w:rsidRDefault="00486E2B" w:rsidP="00010EE8">
            <w:pPr>
              <w:pStyle w:val="SIBulletList2"/>
            </w:pPr>
            <w:r w:rsidRPr="00486E2B">
              <w:t>site access points</w:t>
            </w:r>
          </w:p>
          <w:p w14:paraId="431EACA6" w14:textId="3BD32DDE" w:rsidR="004D5639" w:rsidRPr="004D5639" w:rsidRDefault="004D5639" w:rsidP="004D5639">
            <w:pPr>
              <w:pStyle w:val="SIBulletList1"/>
            </w:pPr>
            <w:r w:rsidRPr="004D5639">
              <w:t>environmental implications associated with excavation and construction activity</w:t>
            </w:r>
            <w:r>
              <w:t>, including:</w:t>
            </w:r>
          </w:p>
          <w:p w14:paraId="2F9366C8" w14:textId="1707D361" w:rsidR="004D5639" w:rsidRDefault="00486E2B" w:rsidP="00010EE8">
            <w:pPr>
              <w:pStyle w:val="SIBulletList2"/>
            </w:pPr>
            <w:r w:rsidRPr="00486E2B">
              <w:t>implication of alteration to water flow</w:t>
            </w:r>
          </w:p>
          <w:p w14:paraId="17C16967" w14:textId="77777777" w:rsidR="004D5639" w:rsidRDefault="004D5639" w:rsidP="00010EE8">
            <w:pPr>
              <w:pStyle w:val="SIBulletList2"/>
            </w:pPr>
            <w:r>
              <w:t>waste disposal</w:t>
            </w:r>
          </w:p>
          <w:p w14:paraId="1FB1ACDB" w14:textId="77777777" w:rsidR="00D25C9C" w:rsidRDefault="004D5639" w:rsidP="00010EE8">
            <w:pPr>
              <w:pStyle w:val="SIBulletList2"/>
            </w:pPr>
            <w:r>
              <w:t>natural environment</w:t>
            </w:r>
          </w:p>
          <w:p w14:paraId="7981B3FE" w14:textId="0A61CA4B" w:rsidR="00713ED7" w:rsidRDefault="00713ED7" w:rsidP="00010EE8">
            <w:pPr>
              <w:pStyle w:val="SIBulletList1"/>
            </w:pPr>
            <w:r>
              <w:t>m</w:t>
            </w:r>
            <w:r w:rsidR="00D25C9C">
              <w:t xml:space="preserve">easuring and mixing </w:t>
            </w:r>
            <w:r>
              <w:t>composite and aggregate materials including</w:t>
            </w:r>
          </w:p>
          <w:p w14:paraId="44B54454" w14:textId="203665F0" w:rsidR="00713ED7" w:rsidRDefault="00713ED7" w:rsidP="00010EE8">
            <w:pPr>
              <w:pStyle w:val="SIBulletList2"/>
            </w:pPr>
            <w:r>
              <w:t>concrete</w:t>
            </w:r>
            <w:r w:rsidR="00D111EB">
              <w:t xml:space="preserve"> and </w:t>
            </w:r>
            <w:r>
              <w:t>mortar</w:t>
            </w:r>
          </w:p>
          <w:p w14:paraId="684C561F" w14:textId="77777777" w:rsidR="00713ED7" w:rsidRDefault="00713ED7" w:rsidP="00010EE8">
            <w:pPr>
              <w:pStyle w:val="SIBulletList2"/>
            </w:pPr>
            <w:r>
              <w:t>earth and straw</w:t>
            </w:r>
          </w:p>
          <w:p w14:paraId="5C8CD985" w14:textId="2244E72A" w:rsidR="00F1480E" w:rsidRPr="005404CB" w:rsidRDefault="00D111EB" w:rsidP="00010EE8">
            <w:pPr>
              <w:pStyle w:val="SIBulletList2"/>
            </w:pPr>
            <w:r>
              <w:t>rammed</w:t>
            </w:r>
            <w:r w:rsidR="00713ED7">
              <w:t xml:space="preserve"> </w:t>
            </w:r>
            <w:r>
              <w:t xml:space="preserve">and stabilised </w:t>
            </w:r>
            <w:r w:rsidR="00713ED7">
              <w:t>earth walls</w:t>
            </w:r>
            <w:r w:rsidR="00E3320E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0BA63849" w14:textId="77777777" w:rsidR="004D5639" w:rsidRPr="004D5639" w:rsidRDefault="004D5639" w:rsidP="00010EE8">
            <w:pPr>
              <w:pStyle w:val="SIText"/>
            </w:pPr>
            <w:r w:rsidRPr="004D5639">
              <w:t xml:space="preserve">Assessment of the skills in this unit of competency must take place under the following conditions: </w:t>
            </w:r>
          </w:p>
          <w:p w14:paraId="02CA0AC3" w14:textId="77777777" w:rsidR="004D5639" w:rsidRPr="004D5639" w:rsidRDefault="004D5639" w:rsidP="00010EE8">
            <w:pPr>
              <w:pStyle w:val="SIBulletList1"/>
            </w:pPr>
            <w:r w:rsidRPr="004D5639">
              <w:t>physical conditions:</w:t>
            </w:r>
          </w:p>
          <w:p w14:paraId="1C0B7DD5" w14:textId="3A67AD14" w:rsidR="004D5639" w:rsidRPr="004D5639" w:rsidRDefault="004D5639" w:rsidP="004D5639">
            <w:pPr>
              <w:pStyle w:val="SIBulletList2"/>
            </w:pPr>
            <w:r w:rsidRPr="004D5639">
              <w:t xml:space="preserve">skills must be demonstrated </w:t>
            </w:r>
            <w:r>
              <w:t xml:space="preserve">at a </w:t>
            </w:r>
            <w:r w:rsidRPr="004D5639">
              <w:t>permaculture s</w:t>
            </w:r>
            <w:r>
              <w:t>ite</w:t>
            </w:r>
            <w:r w:rsidRPr="004D5639">
              <w:t xml:space="preserve"> or an environment that accurately represents workplace conditions</w:t>
            </w:r>
          </w:p>
          <w:p w14:paraId="7FE7278C" w14:textId="77777777" w:rsidR="004D5639" w:rsidRPr="004D5639" w:rsidRDefault="004D5639" w:rsidP="00010EE8">
            <w:pPr>
              <w:pStyle w:val="SIBulletList1"/>
            </w:pPr>
            <w:r w:rsidRPr="004D5639">
              <w:t xml:space="preserve">resources, </w:t>
            </w:r>
            <w:proofErr w:type="gramStart"/>
            <w:r w:rsidRPr="004D5639">
              <w:t>equipment</w:t>
            </w:r>
            <w:proofErr w:type="gramEnd"/>
            <w:r w:rsidRPr="004D5639">
              <w:t xml:space="preserve"> and materials:</w:t>
            </w:r>
          </w:p>
          <w:p w14:paraId="61E52E87" w14:textId="3667AA03" w:rsidR="004D5639" w:rsidRPr="004D5639" w:rsidRDefault="004D5639" w:rsidP="004D5639">
            <w:pPr>
              <w:pStyle w:val="SIBulletList2"/>
            </w:pPr>
            <w:r w:rsidRPr="004D5639">
              <w:t xml:space="preserve">use of </w:t>
            </w:r>
            <w:r>
              <w:t xml:space="preserve">hand and power </w:t>
            </w:r>
            <w:r w:rsidRPr="004D5639">
              <w:t>tools and equipment</w:t>
            </w:r>
          </w:p>
          <w:p w14:paraId="3036D6DF" w14:textId="77777777" w:rsidR="004D5639" w:rsidRDefault="004D5639" w:rsidP="004D5639">
            <w:pPr>
              <w:pStyle w:val="SIBulletList2"/>
            </w:pPr>
            <w:r w:rsidRPr="004D5639">
              <w:t>use of personal protective equipment</w:t>
            </w:r>
          </w:p>
          <w:p w14:paraId="41F21573" w14:textId="20004254" w:rsidR="004D5639" w:rsidRPr="004D5639" w:rsidRDefault="004D5639" w:rsidP="004D5639">
            <w:pPr>
              <w:pStyle w:val="SIBulletList2"/>
            </w:pPr>
            <w:r>
              <w:t>u</w:t>
            </w:r>
            <w:r w:rsidR="00215A98">
              <w:t xml:space="preserve">se of </w:t>
            </w:r>
            <w:r w:rsidR="00A95766">
              <w:t xml:space="preserve">building </w:t>
            </w:r>
            <w:r w:rsidR="00215A98">
              <w:t>materials and consumables</w:t>
            </w:r>
          </w:p>
          <w:p w14:paraId="42DDFD15" w14:textId="77777777" w:rsidR="004D5639" w:rsidRPr="004D5639" w:rsidRDefault="004D5639" w:rsidP="00010EE8">
            <w:pPr>
              <w:pStyle w:val="SIBulletList1"/>
            </w:pPr>
            <w:r w:rsidRPr="004D5639">
              <w:t>specifications:</w:t>
            </w:r>
          </w:p>
          <w:p w14:paraId="5942E0D3" w14:textId="064B2AEE" w:rsidR="004D5639" w:rsidRPr="004D5639" w:rsidRDefault="004D5639" w:rsidP="004D5639">
            <w:pPr>
              <w:pStyle w:val="SIBulletList2"/>
            </w:pPr>
            <w:r w:rsidRPr="004D5639">
              <w:t>use of workplace procedures</w:t>
            </w:r>
            <w:r>
              <w:t xml:space="preserve"> and </w:t>
            </w:r>
            <w:r w:rsidRPr="004D5639">
              <w:t>processes</w:t>
            </w:r>
          </w:p>
          <w:p w14:paraId="75B7E274" w14:textId="77777777" w:rsidR="004D5639" w:rsidRPr="004D5639" w:rsidRDefault="004D5639" w:rsidP="004D5639">
            <w:pPr>
              <w:pStyle w:val="SIBulletList2"/>
            </w:pPr>
            <w:r w:rsidRPr="004D5639">
              <w:t>use of manufacturer operating instructions for equipment and machinery</w:t>
            </w:r>
          </w:p>
          <w:p w14:paraId="44999156" w14:textId="226F0839" w:rsidR="004D5639" w:rsidRDefault="004D5639" w:rsidP="004D5639">
            <w:pPr>
              <w:pStyle w:val="SIBulletList2"/>
            </w:pPr>
            <w:r w:rsidRPr="004D5639">
              <w:t xml:space="preserve">use of </w:t>
            </w:r>
            <w:r>
              <w:t>permaculture structure design plans and specifications</w:t>
            </w:r>
          </w:p>
          <w:p w14:paraId="101A5F25" w14:textId="7516A8EA" w:rsidR="00215A98" w:rsidRPr="004D5639" w:rsidRDefault="00D65A9A" w:rsidP="004D5639">
            <w:pPr>
              <w:pStyle w:val="SIBulletList2"/>
            </w:pPr>
            <w:r>
              <w:t>access to</w:t>
            </w:r>
            <w:r w:rsidR="00215A98">
              <w:t xml:space="preserve"> site service location plans</w:t>
            </w:r>
          </w:p>
          <w:p w14:paraId="526970E6" w14:textId="3D73E8FC" w:rsidR="004D5639" w:rsidRPr="004D5639" w:rsidRDefault="004D5639" w:rsidP="004D5639">
            <w:pPr>
              <w:pStyle w:val="SIBulletList2"/>
            </w:pPr>
            <w:r w:rsidRPr="004D5639">
              <w:t xml:space="preserve">access to </w:t>
            </w:r>
            <w:r w:rsidR="00215A98">
              <w:t>construction permits according to structure design</w:t>
            </w:r>
          </w:p>
          <w:p w14:paraId="321D0D89" w14:textId="77777777" w:rsidR="004D5639" w:rsidRPr="004D5639" w:rsidRDefault="004D5639" w:rsidP="00010EE8">
            <w:pPr>
              <w:pStyle w:val="SIBulletList1"/>
            </w:pPr>
            <w:r w:rsidRPr="004D5639">
              <w:t>relationships:</w:t>
            </w:r>
          </w:p>
          <w:p w14:paraId="1F9CFC6A" w14:textId="1F3E8B54" w:rsidR="004D5639" w:rsidRPr="004D5639" w:rsidRDefault="00215A98" w:rsidP="004D5639">
            <w:pPr>
              <w:pStyle w:val="SIBulletList2"/>
            </w:pPr>
            <w:r>
              <w:t>stakeholder/s.</w:t>
            </w:r>
          </w:p>
          <w:p w14:paraId="3A67B401" w14:textId="77777777" w:rsidR="004D5639" w:rsidRPr="004D5639" w:rsidRDefault="004D5639" w:rsidP="00010EE8">
            <w:pPr>
              <w:pStyle w:val="SIText"/>
            </w:pPr>
          </w:p>
          <w:p w14:paraId="759850B7" w14:textId="2EF80F81" w:rsidR="003B541E" w:rsidRPr="005404CB" w:rsidRDefault="004D5639" w:rsidP="003B541E">
            <w:pPr>
              <w:pStyle w:val="SIText"/>
              <w:rPr>
                <w:rFonts w:eastAsia="Calibri"/>
              </w:rPr>
            </w:pPr>
            <w:r w:rsidRPr="004D563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51A84" w14:textId="77777777" w:rsidR="00246713" w:rsidRDefault="00246713" w:rsidP="00BF3F0A">
      <w:r>
        <w:separator/>
      </w:r>
    </w:p>
    <w:p w14:paraId="6F971FDA" w14:textId="77777777" w:rsidR="00246713" w:rsidRDefault="00246713"/>
  </w:endnote>
  <w:endnote w:type="continuationSeparator" w:id="0">
    <w:p w14:paraId="12CD8EBC" w14:textId="77777777" w:rsidR="00246713" w:rsidRDefault="00246713" w:rsidP="00BF3F0A">
      <w:r>
        <w:continuationSeparator/>
      </w:r>
    </w:p>
    <w:p w14:paraId="72E98714" w14:textId="77777777" w:rsidR="00246713" w:rsidRDefault="002467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0065E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36945" w14:textId="77777777" w:rsidR="00246713" w:rsidRDefault="00246713" w:rsidP="00BF3F0A">
      <w:r>
        <w:separator/>
      </w:r>
    </w:p>
    <w:p w14:paraId="34EA3D8E" w14:textId="77777777" w:rsidR="00246713" w:rsidRDefault="00246713"/>
  </w:footnote>
  <w:footnote w:type="continuationSeparator" w:id="0">
    <w:p w14:paraId="03F1F092" w14:textId="77777777" w:rsidR="00246713" w:rsidRDefault="00246713" w:rsidP="00BF3F0A">
      <w:r>
        <w:continuationSeparator/>
      </w:r>
    </w:p>
    <w:p w14:paraId="73A6CF87" w14:textId="77777777" w:rsidR="00246713" w:rsidRDefault="002467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1D854CC" w:rsidR="009C2650" w:rsidRPr="000754EC" w:rsidRDefault="00AE2622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03253" w:rsidRPr="00B03253">
      <w:t>AHCPER3</w:t>
    </w:r>
    <w:r w:rsidR="00E82039">
      <w:t>X5</w:t>
    </w:r>
    <w:r w:rsidR="00B03253" w:rsidRPr="00B03253">
      <w:t xml:space="preserve"> Install structures for permaculture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01D8"/>
    <w:multiLevelType w:val="multilevel"/>
    <w:tmpl w:val="BB809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32337B"/>
    <w:multiLevelType w:val="multilevel"/>
    <w:tmpl w:val="45D0B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726DC6"/>
    <w:multiLevelType w:val="multilevel"/>
    <w:tmpl w:val="3EF825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FA5FD1"/>
    <w:multiLevelType w:val="multilevel"/>
    <w:tmpl w:val="5C1C2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CF3C96"/>
    <w:multiLevelType w:val="multilevel"/>
    <w:tmpl w:val="FC90E3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7506A8"/>
    <w:multiLevelType w:val="multilevel"/>
    <w:tmpl w:val="F5CA05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FC5171"/>
    <w:multiLevelType w:val="multilevel"/>
    <w:tmpl w:val="429CC7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3A7176"/>
    <w:multiLevelType w:val="multilevel"/>
    <w:tmpl w:val="F5183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720951"/>
    <w:multiLevelType w:val="multilevel"/>
    <w:tmpl w:val="2E1C3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78352E"/>
    <w:multiLevelType w:val="multilevel"/>
    <w:tmpl w:val="D0968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E64D83"/>
    <w:multiLevelType w:val="multilevel"/>
    <w:tmpl w:val="C22A4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E2B44"/>
    <w:multiLevelType w:val="multilevel"/>
    <w:tmpl w:val="11B6C4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C918EF"/>
    <w:multiLevelType w:val="multilevel"/>
    <w:tmpl w:val="608E7E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2D2698"/>
    <w:multiLevelType w:val="multilevel"/>
    <w:tmpl w:val="ADA056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AF1638"/>
    <w:multiLevelType w:val="multilevel"/>
    <w:tmpl w:val="4FB2C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183496"/>
    <w:multiLevelType w:val="multilevel"/>
    <w:tmpl w:val="39E21E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8514DE"/>
    <w:multiLevelType w:val="multilevel"/>
    <w:tmpl w:val="983CC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7A4FB8"/>
    <w:multiLevelType w:val="multilevel"/>
    <w:tmpl w:val="23B067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DC6245"/>
    <w:multiLevelType w:val="multilevel"/>
    <w:tmpl w:val="7F7C2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60112A"/>
    <w:multiLevelType w:val="multilevel"/>
    <w:tmpl w:val="5C26A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1AF7C37"/>
    <w:multiLevelType w:val="multilevel"/>
    <w:tmpl w:val="42565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FD0A82"/>
    <w:multiLevelType w:val="multilevel"/>
    <w:tmpl w:val="B17C8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362A15"/>
    <w:multiLevelType w:val="multilevel"/>
    <w:tmpl w:val="4BC05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3A0265"/>
    <w:multiLevelType w:val="multilevel"/>
    <w:tmpl w:val="1DACD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F907A2"/>
    <w:multiLevelType w:val="multilevel"/>
    <w:tmpl w:val="DEBA2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7729F5"/>
    <w:multiLevelType w:val="multilevel"/>
    <w:tmpl w:val="AC84B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CB2E74"/>
    <w:multiLevelType w:val="multilevel"/>
    <w:tmpl w:val="C11CF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1B71F8"/>
    <w:multiLevelType w:val="multilevel"/>
    <w:tmpl w:val="0AE2F0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B314FA"/>
    <w:multiLevelType w:val="multilevel"/>
    <w:tmpl w:val="D54C55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EF6945"/>
    <w:multiLevelType w:val="multilevel"/>
    <w:tmpl w:val="81E46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9889636">
    <w:abstractNumId w:val="29"/>
  </w:num>
  <w:num w:numId="2" w16cid:durableId="988021065">
    <w:abstractNumId w:val="23"/>
  </w:num>
  <w:num w:numId="3" w16cid:durableId="538934121">
    <w:abstractNumId w:val="30"/>
  </w:num>
  <w:num w:numId="4" w16cid:durableId="1916696834">
    <w:abstractNumId w:val="17"/>
  </w:num>
  <w:num w:numId="5" w16cid:durableId="1001808707">
    <w:abstractNumId w:val="8"/>
  </w:num>
  <w:num w:numId="6" w16cid:durableId="764377467">
    <w:abstractNumId w:val="6"/>
  </w:num>
  <w:num w:numId="7" w16cid:durableId="576062906">
    <w:abstractNumId w:val="28"/>
  </w:num>
  <w:num w:numId="8" w16cid:durableId="2015376879">
    <w:abstractNumId w:val="0"/>
  </w:num>
  <w:num w:numId="9" w16cid:durableId="1700475071">
    <w:abstractNumId w:val="22"/>
  </w:num>
  <w:num w:numId="10" w16cid:durableId="757754978">
    <w:abstractNumId w:val="4"/>
  </w:num>
  <w:num w:numId="11" w16cid:durableId="1811362601">
    <w:abstractNumId w:val="3"/>
  </w:num>
  <w:num w:numId="12" w16cid:durableId="1903176649">
    <w:abstractNumId w:val="18"/>
  </w:num>
  <w:num w:numId="13" w16cid:durableId="1897202388">
    <w:abstractNumId w:val="26"/>
  </w:num>
  <w:num w:numId="14" w16cid:durableId="1336345052">
    <w:abstractNumId w:val="1"/>
  </w:num>
  <w:num w:numId="15" w16cid:durableId="1480465193">
    <w:abstractNumId w:val="33"/>
  </w:num>
  <w:num w:numId="16" w16cid:durableId="893009536">
    <w:abstractNumId w:val="12"/>
  </w:num>
  <w:num w:numId="17" w16cid:durableId="1765370876">
    <w:abstractNumId w:val="32"/>
  </w:num>
  <w:num w:numId="18" w16cid:durableId="882597901">
    <w:abstractNumId w:val="27"/>
  </w:num>
  <w:num w:numId="19" w16cid:durableId="1140800886">
    <w:abstractNumId w:val="34"/>
  </w:num>
  <w:num w:numId="20" w16cid:durableId="193855807">
    <w:abstractNumId w:val="10"/>
  </w:num>
  <w:num w:numId="21" w16cid:durableId="1032195960">
    <w:abstractNumId w:val="5"/>
  </w:num>
  <w:num w:numId="22" w16cid:durableId="1595363213">
    <w:abstractNumId w:val="21"/>
  </w:num>
  <w:num w:numId="23" w16cid:durableId="1770004102">
    <w:abstractNumId w:val="14"/>
  </w:num>
  <w:num w:numId="24" w16cid:durableId="247885076">
    <w:abstractNumId w:val="11"/>
  </w:num>
  <w:num w:numId="25" w16cid:durableId="1423070181">
    <w:abstractNumId w:val="25"/>
  </w:num>
  <w:num w:numId="26" w16cid:durableId="1398479608">
    <w:abstractNumId w:val="31"/>
  </w:num>
  <w:num w:numId="27" w16cid:durableId="297686090">
    <w:abstractNumId w:val="2"/>
  </w:num>
  <w:num w:numId="28" w16cid:durableId="99376210">
    <w:abstractNumId w:val="19"/>
  </w:num>
  <w:num w:numId="29" w16cid:durableId="1114901668">
    <w:abstractNumId w:val="9"/>
  </w:num>
  <w:num w:numId="30" w16cid:durableId="1715420190">
    <w:abstractNumId w:val="13"/>
  </w:num>
  <w:num w:numId="31" w16cid:durableId="403063184">
    <w:abstractNumId w:val="24"/>
  </w:num>
  <w:num w:numId="32" w16cid:durableId="33119512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3C50"/>
    <w:rsid w:val="00005A15"/>
    <w:rsid w:val="00010EE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31992"/>
    <w:rsid w:val="00041E59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9546B"/>
    <w:rsid w:val="000A5441"/>
    <w:rsid w:val="000B2022"/>
    <w:rsid w:val="000C044A"/>
    <w:rsid w:val="000C149A"/>
    <w:rsid w:val="000C224E"/>
    <w:rsid w:val="000E25E6"/>
    <w:rsid w:val="000E2C86"/>
    <w:rsid w:val="000F29F2"/>
    <w:rsid w:val="000F5ECC"/>
    <w:rsid w:val="000F7B0C"/>
    <w:rsid w:val="00101659"/>
    <w:rsid w:val="00105AEA"/>
    <w:rsid w:val="001078BF"/>
    <w:rsid w:val="00133957"/>
    <w:rsid w:val="00134126"/>
    <w:rsid w:val="0013525C"/>
    <w:rsid w:val="001372F6"/>
    <w:rsid w:val="00137AF7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B5D0F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15A98"/>
    <w:rsid w:val="00223124"/>
    <w:rsid w:val="00233143"/>
    <w:rsid w:val="00234444"/>
    <w:rsid w:val="00234C8D"/>
    <w:rsid w:val="00242293"/>
    <w:rsid w:val="00243512"/>
    <w:rsid w:val="00244EA7"/>
    <w:rsid w:val="00246713"/>
    <w:rsid w:val="002475BD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1A04"/>
    <w:rsid w:val="003E72B6"/>
    <w:rsid w:val="003E7BBE"/>
    <w:rsid w:val="003F14E7"/>
    <w:rsid w:val="004127E3"/>
    <w:rsid w:val="004173DD"/>
    <w:rsid w:val="0043212E"/>
    <w:rsid w:val="00434366"/>
    <w:rsid w:val="00434ECE"/>
    <w:rsid w:val="00436CDB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96326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43DC"/>
    <w:rsid w:val="004C79A1"/>
    <w:rsid w:val="004D0D5F"/>
    <w:rsid w:val="004D1569"/>
    <w:rsid w:val="004D44B1"/>
    <w:rsid w:val="004D5639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0652D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2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E6A01"/>
    <w:rsid w:val="005F027A"/>
    <w:rsid w:val="005F33CC"/>
    <w:rsid w:val="005F771F"/>
    <w:rsid w:val="0060065E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40A"/>
    <w:rsid w:val="00680367"/>
    <w:rsid w:val="0068453C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ED7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2"/>
    <w:rsid w:val="00837FD6"/>
    <w:rsid w:val="008473D7"/>
    <w:rsid w:val="00847B60"/>
    <w:rsid w:val="00850243"/>
    <w:rsid w:val="00851BE5"/>
    <w:rsid w:val="008545EB"/>
    <w:rsid w:val="008633FC"/>
    <w:rsid w:val="00865011"/>
    <w:rsid w:val="00886790"/>
    <w:rsid w:val="008873C8"/>
    <w:rsid w:val="008908DE"/>
    <w:rsid w:val="008959F5"/>
    <w:rsid w:val="008A12ED"/>
    <w:rsid w:val="008A39D3"/>
    <w:rsid w:val="008B0604"/>
    <w:rsid w:val="008B2C77"/>
    <w:rsid w:val="008B4536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199"/>
    <w:rsid w:val="00960F6C"/>
    <w:rsid w:val="00962B62"/>
    <w:rsid w:val="00970747"/>
    <w:rsid w:val="009915E8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31D9"/>
    <w:rsid w:val="00A3639E"/>
    <w:rsid w:val="00A5092E"/>
    <w:rsid w:val="00A554D6"/>
    <w:rsid w:val="00A56E14"/>
    <w:rsid w:val="00A6476B"/>
    <w:rsid w:val="00A76C6C"/>
    <w:rsid w:val="00A87356"/>
    <w:rsid w:val="00A92DD1"/>
    <w:rsid w:val="00A95766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622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57309"/>
    <w:rsid w:val="00B61150"/>
    <w:rsid w:val="00B65BC7"/>
    <w:rsid w:val="00B7425E"/>
    <w:rsid w:val="00B746B9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85960"/>
    <w:rsid w:val="00C96AF3"/>
    <w:rsid w:val="00C97CCC"/>
    <w:rsid w:val="00CA0274"/>
    <w:rsid w:val="00CA139A"/>
    <w:rsid w:val="00CA60B1"/>
    <w:rsid w:val="00CB746F"/>
    <w:rsid w:val="00CB7B3E"/>
    <w:rsid w:val="00CC451E"/>
    <w:rsid w:val="00CD4E9D"/>
    <w:rsid w:val="00CD4F4D"/>
    <w:rsid w:val="00CE7D19"/>
    <w:rsid w:val="00CF0CF5"/>
    <w:rsid w:val="00CF2B3E"/>
    <w:rsid w:val="00D0201F"/>
    <w:rsid w:val="00D029ED"/>
    <w:rsid w:val="00D03685"/>
    <w:rsid w:val="00D07D4E"/>
    <w:rsid w:val="00D111EB"/>
    <w:rsid w:val="00D115AA"/>
    <w:rsid w:val="00D145BE"/>
    <w:rsid w:val="00D2035A"/>
    <w:rsid w:val="00D20C57"/>
    <w:rsid w:val="00D25C9C"/>
    <w:rsid w:val="00D25D16"/>
    <w:rsid w:val="00D32124"/>
    <w:rsid w:val="00D371AA"/>
    <w:rsid w:val="00D52946"/>
    <w:rsid w:val="00D54C76"/>
    <w:rsid w:val="00D607DE"/>
    <w:rsid w:val="00D632BB"/>
    <w:rsid w:val="00D65A9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6E1E"/>
    <w:rsid w:val="00E238E6"/>
    <w:rsid w:val="00E3320E"/>
    <w:rsid w:val="00E34CD8"/>
    <w:rsid w:val="00E35064"/>
    <w:rsid w:val="00E3681D"/>
    <w:rsid w:val="00E40225"/>
    <w:rsid w:val="00E4046B"/>
    <w:rsid w:val="00E46FBD"/>
    <w:rsid w:val="00E501F0"/>
    <w:rsid w:val="00E60D47"/>
    <w:rsid w:val="00E6166D"/>
    <w:rsid w:val="00E82039"/>
    <w:rsid w:val="00E91BFF"/>
    <w:rsid w:val="00E92933"/>
    <w:rsid w:val="00E94FAD"/>
    <w:rsid w:val="00EB0AA4"/>
    <w:rsid w:val="00EB5C88"/>
    <w:rsid w:val="00EC0469"/>
    <w:rsid w:val="00EC0C3E"/>
    <w:rsid w:val="00ED5AAC"/>
    <w:rsid w:val="00EE19F0"/>
    <w:rsid w:val="00EF01F8"/>
    <w:rsid w:val="00EF3268"/>
    <w:rsid w:val="00EF40EF"/>
    <w:rsid w:val="00EF47FE"/>
    <w:rsid w:val="00F02CB7"/>
    <w:rsid w:val="00F0614C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10EE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BD75BCF3-F96D-4B29-A417-6B3DE644C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BF5169-EB84-403D-8243-DB939959FC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sharepoint/v3"/>
    <ds:schemaRef ds:uri="http://purl.org/dc/terms/"/>
    <ds:schemaRef ds:uri="http://schemas.microsoft.com/office/2006/documentManagement/types"/>
    <ds:schemaRef ds:uri="7ee3a392-9fd5-4e44-986b-b11872d0f857"/>
    <ds:schemaRef ds:uri="http://purl.org/dc/elements/1.1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165</TotalTime>
  <Pages>4</Pages>
  <Words>1216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29</cp:revision>
  <cp:lastPrinted>2016-05-27T05:21:00Z</cp:lastPrinted>
  <dcterms:created xsi:type="dcterms:W3CDTF">2021-12-20T03:38:00Z</dcterms:created>
  <dcterms:modified xsi:type="dcterms:W3CDTF">2022-05-13T02:32:00Z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